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3305C5A9" w14:textId="0E4F54BA" w:rsidR="009031AF" w:rsidRPr="008651FD" w:rsidRDefault="009031AF" w:rsidP="1BA824D5">
      <w:pPr>
        <w:shd w:val="clear" w:color="auto" w:fill="D9D9D9" w:themeFill="background1" w:themeFillShade="D9"/>
        <w:contextualSpacing/>
        <w:rPr>
          <w:rFonts w:cs="Arial"/>
          <w:b/>
          <w:bCs/>
          <w:sz w:val="40"/>
          <w:szCs w:val="40"/>
          <w:lang w:eastAsia="es-ES"/>
        </w:rPr>
      </w:pPr>
      <w:r w:rsidRPr="007CC104">
        <w:rPr>
          <w:rFonts w:cs="Arial"/>
          <w:b/>
          <w:bCs/>
          <w:sz w:val="40"/>
          <w:szCs w:val="40"/>
          <w:lang w:eastAsia="es-ES"/>
        </w:rPr>
        <w:t>ANNEX 2</w:t>
      </w:r>
      <w:r w:rsidR="35E6ECD9" w:rsidRPr="007CC104">
        <w:rPr>
          <w:rFonts w:cs="Arial"/>
          <w:b/>
          <w:bCs/>
          <w:sz w:val="40"/>
          <w:szCs w:val="40"/>
          <w:lang w:eastAsia="es-ES"/>
        </w:rPr>
        <w:t>2</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0679" w14:textId="77777777" w:rsidR="00533291" w:rsidRDefault="00533291">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FA6FB" w14:textId="77777777" w:rsidR="00533291" w:rsidRDefault="00533291">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50EB" w14:textId="77777777" w:rsidR="00533291" w:rsidRDefault="00533291">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14C9E635" w:rsidR="00DE6C4B" w:rsidRDefault="00533291" w:rsidP="00B012A1">
    <w:pPr>
      <w:pStyle w:val="Capalera"/>
      <w:ind w:hanging="142"/>
      <w:rPr>
        <w:noProof/>
      </w:rPr>
    </w:pPr>
    <w:r>
      <w:rPr>
        <w:noProof/>
      </w:rPr>
      <w:drawing>
        <wp:inline distT="0" distB="0" distL="0" distR="0" wp14:anchorId="20913548" wp14:editId="7DB5BD34">
          <wp:extent cx="1666875" cy="597636"/>
          <wp:effectExtent l="0" t="0" r="0" b="0"/>
          <wp:docPr id="1846333938" name="Imatge 1" descr="Imatge que conté Font, Gràfics, logotip, disseny gràfic&#10;&#10;Pot ser que el contingut generat amb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333938" name="Imatge 1" descr="Imatge que conté Font, Gràfics, logotip, disseny gràfic&#10;&#10;Pot ser que el contingut generat amb IA no sigui correcte."/>
                  <pic:cNvPicPr/>
                </pic:nvPicPr>
                <pic:blipFill>
                  <a:blip r:embed="rId1">
                    <a:extLst>
                      <a:ext uri="{28A0092B-C50C-407E-A947-70E740481C1C}">
                        <a14:useLocalDpi xmlns:a14="http://schemas.microsoft.com/office/drawing/2010/main" val="0"/>
                      </a:ext>
                    </a:extLst>
                  </a:blip>
                  <a:stretch>
                    <a:fillRect/>
                  </a:stretch>
                </pic:blipFill>
                <pic:spPr>
                  <a:xfrm>
                    <a:off x="0" y="0"/>
                    <a:ext cx="1693527" cy="607192"/>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82389" w14:textId="77777777" w:rsidR="00533291" w:rsidRDefault="00533291">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691299821">
    <w:abstractNumId w:val="1"/>
  </w:num>
  <w:num w:numId="2" w16cid:durableId="2088578217">
    <w:abstractNumId w:val="2"/>
  </w:num>
  <w:num w:numId="3" w16cid:durableId="515465099">
    <w:abstractNumId w:val="0"/>
  </w:num>
  <w:num w:numId="4" w16cid:durableId="18354842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505E"/>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291"/>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27DE10F7908A4CBFC56A0A35B3AC7B" ma:contentTypeVersion="4" ma:contentTypeDescription="Crea un document nou" ma:contentTypeScope="" ma:versionID="3fcf52e0094270c135bc5429a931a2b9">
  <xsd:schema xmlns:xsd="http://www.w3.org/2001/XMLSchema" xmlns:xs="http://www.w3.org/2001/XMLSchema" xmlns:p="http://schemas.microsoft.com/office/2006/metadata/properties" xmlns:ns2="7bee3feb-936e-459e-ad8a-ed52de7fbc82" targetNamespace="http://schemas.microsoft.com/office/2006/metadata/properties" ma:root="true" ma:fieldsID="c181b4f4822bc3384ea2e16b64acd5da" ns2:_="">
    <xsd:import namespace="7bee3feb-936e-459e-ad8a-ed52de7fbc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e3feb-936e-459e-ad8a-ed52de7fb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F41C8E-C5C8-4A18-90C6-43D3C1AA3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e3feb-936e-459e-ad8a-ed52de7fbc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41E148E-6BBD-43FE-A69F-9D1EB8990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Susana Madrid Ruiz</cp:lastModifiedBy>
  <cp:revision>6</cp:revision>
  <cp:lastPrinted>2018-08-27T11:31:00Z</cp:lastPrinted>
  <dcterms:created xsi:type="dcterms:W3CDTF">2024-01-19T13:44:00Z</dcterms:created>
  <dcterms:modified xsi:type="dcterms:W3CDTF">2025-04-11T06:22:00Z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0x0101000327DE10F7908A4CBFC56A0A35B3AC7B</vt:lpwstr>
  </property>
</Properties>
</file>